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92F939" w14:textId="5476BE81" w:rsidR="00525119" w:rsidRDefault="00525119" w:rsidP="00E20822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2098E586" wp14:editId="24AA0FF0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2B321DE4" wp14:editId="3CB1740B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 w:rsidR="0064471D">
        <w:rPr>
          <w:rFonts w:ascii="Segoe Print" w:hAnsi="Segoe Print"/>
          <w:b/>
          <w:sz w:val="24"/>
        </w:rPr>
        <w:t>1</w:t>
      </w:r>
      <w:r w:rsidR="00D51195" w:rsidRPr="0090117B">
        <w:rPr>
          <w:rFonts w:ascii="Segoe Print" w:hAnsi="Segoe Print"/>
          <w:b/>
          <w:sz w:val="24"/>
        </w:rPr>
        <w:t>.</w:t>
      </w:r>
      <w:r w:rsidR="00F811EE">
        <w:rPr>
          <w:rFonts w:ascii="Segoe Print" w:hAnsi="Segoe Print"/>
          <w:b/>
          <w:sz w:val="24"/>
        </w:rPr>
        <w:t>2</w:t>
      </w:r>
      <w:r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</w:p>
    <w:p w14:paraId="286FC611" w14:textId="77777777" w:rsidR="00E20822" w:rsidRDefault="00E20822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252"/>
        <w:gridCol w:w="425"/>
        <w:gridCol w:w="5103"/>
      </w:tblGrid>
      <w:tr w:rsidR="00E20822" w:rsidRPr="000A63AF" w14:paraId="51F737F0" w14:textId="77777777" w:rsidTr="007E2C1A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630E4327" w14:textId="77777777" w:rsidR="00E20822" w:rsidRPr="00C240D5" w:rsidRDefault="00E20822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 w:rsidR="0064471D">
              <w:rPr>
                <w:rFonts w:ascii="Avenir Book" w:hAnsi="Avenir Book"/>
              </w:rPr>
              <w:t>)</w:t>
            </w:r>
          </w:p>
        </w:tc>
        <w:tc>
          <w:tcPr>
            <w:tcW w:w="4252" w:type="dxa"/>
            <w:tcBorders>
              <w:left w:val="nil"/>
            </w:tcBorders>
          </w:tcPr>
          <w:p w14:paraId="114645F0" w14:textId="77777777" w:rsidR="00C63217" w:rsidRDefault="00C63217" w:rsidP="007B4226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  <w:sz w:val="20"/>
                <w:szCs w:val="20"/>
              </w:rPr>
            </w:pPr>
            <w:r w:rsidRPr="00725849">
              <w:rPr>
                <w:rFonts w:ascii="Avenir Book" w:hAnsi="Avenir Book"/>
                <w:sz w:val="20"/>
                <w:szCs w:val="20"/>
              </w:rPr>
              <w:t xml:space="preserve">Expand </w:t>
            </w:r>
          </w:p>
          <w:p w14:paraId="35332C39" w14:textId="49670C0E" w:rsidR="00E20822" w:rsidRPr="00FB0E81" w:rsidRDefault="00C63217" w:rsidP="007B4226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5x(3x-y)</m:t>
                </m:r>
              </m:oMath>
            </m:oMathPara>
          </w:p>
        </w:tc>
        <w:tc>
          <w:tcPr>
            <w:tcW w:w="425" w:type="dxa"/>
            <w:tcBorders>
              <w:right w:val="nil"/>
            </w:tcBorders>
          </w:tcPr>
          <w:p w14:paraId="0734669E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2)</w:t>
            </w:r>
          </w:p>
        </w:tc>
        <w:tc>
          <w:tcPr>
            <w:tcW w:w="5103" w:type="dxa"/>
            <w:tcBorders>
              <w:left w:val="nil"/>
            </w:tcBorders>
          </w:tcPr>
          <w:p w14:paraId="0051820F" w14:textId="6ECF5DC1" w:rsidR="00E20822" w:rsidRPr="000A63AF" w:rsidRDefault="008E2737" w:rsidP="0064471D">
            <w:pPr>
              <w:spacing w:before="120" w:after="0"/>
              <w:rPr>
                <w:rFonts w:ascii="Avenir Book" w:eastAsiaTheme="minorEastAsia" w:hAnsi="Avenir Book"/>
              </w:rPr>
            </w:pPr>
            <w:r>
              <w:rPr>
                <w:rFonts w:ascii="Avenir Book" w:hAnsi="Avenir Book"/>
                <w:sz w:val="20"/>
                <w:szCs w:val="20"/>
              </w:rPr>
              <w:t>Highest common factor of 30 and 48</w:t>
            </w:r>
          </w:p>
        </w:tc>
      </w:tr>
      <w:tr w:rsidR="00E20822" w:rsidRPr="00C240D5" w14:paraId="06392A99" w14:textId="77777777" w:rsidTr="007E2C1A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1429DEC3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252" w:type="dxa"/>
            <w:tcBorders>
              <w:left w:val="nil"/>
              <w:bottom w:val="single" w:sz="4" w:space="0" w:color="auto"/>
            </w:tcBorders>
          </w:tcPr>
          <w:p w14:paraId="41AFF42B" w14:textId="77777777" w:rsidR="007C1409" w:rsidRDefault="007C1409" w:rsidP="00F87CF9">
            <w:pPr>
              <w:spacing w:before="120"/>
              <w:rPr>
                <w:rFonts w:ascii="Avenir Book" w:hAnsi="Avenir Book"/>
                <w:sz w:val="20"/>
                <w:szCs w:val="20"/>
              </w:rPr>
            </w:pPr>
            <w:r>
              <w:rPr>
                <w:rFonts w:ascii="Avenir Book" w:hAnsi="Avenir Book"/>
                <w:sz w:val="20"/>
                <w:szCs w:val="20"/>
              </w:rPr>
              <w:t>Circle the prime numbers</w:t>
            </w:r>
          </w:p>
          <w:p w14:paraId="2553A846" w14:textId="37F39864" w:rsidR="00E20822" w:rsidRPr="00C240D5" w:rsidRDefault="00F87CF9" w:rsidP="00505FC9">
            <w:pPr>
              <w:spacing w:before="120" w:after="0"/>
              <w:rPr>
                <w:rFonts w:ascii="Avenir Book" w:hAnsi="Avenir Book"/>
              </w:rPr>
            </w:pPr>
            <w:r>
              <w:rPr>
                <w:rFonts w:ascii="Avenir Book" w:hAnsi="Avenir Book"/>
                <w:sz w:val="20"/>
                <w:szCs w:val="20"/>
              </w:rPr>
              <w:t xml:space="preserve">1   3    5   7   9  </w:t>
            </w: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156B3935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4)</w:t>
            </w:r>
          </w:p>
        </w:tc>
        <w:tc>
          <w:tcPr>
            <w:tcW w:w="5103" w:type="dxa"/>
            <w:tcBorders>
              <w:left w:val="nil"/>
              <w:bottom w:val="single" w:sz="4" w:space="0" w:color="auto"/>
            </w:tcBorders>
          </w:tcPr>
          <w:p w14:paraId="4D7E6D6F" w14:textId="2BE32AF8" w:rsidR="00E20822" w:rsidRPr="00C240D5" w:rsidRDefault="005D2806" w:rsidP="0064471D">
            <w:pPr>
              <w:spacing w:before="120" w:after="0"/>
              <w:rPr>
                <w:rFonts w:ascii="Avenir Book" w:hAnsi="Avenir Book"/>
              </w:rPr>
            </w:pPr>
            <w:r w:rsidRPr="00725849">
              <w:rPr>
                <w:rFonts w:ascii="Avenir Book" w:hAnsi="Avenir Book"/>
                <w:sz w:val="20"/>
                <w:szCs w:val="20"/>
              </w:rPr>
              <w:t xml:space="preserve">Substitute </w:t>
            </w:r>
            <m:oMath>
              <m:r>
                <w:rPr>
                  <w:rFonts w:ascii="Cambria Math" w:hAnsi="Cambria Math"/>
                  <w:sz w:val="20"/>
                  <w:szCs w:val="20"/>
                </w:rPr>
                <m:t>x=6</m:t>
              </m:r>
            </m:oMath>
            <w:r w:rsidRPr="00725849">
              <w:rPr>
                <w:rFonts w:ascii="Avenir Book" w:eastAsiaTheme="minorEastAsia" w:hAnsi="Avenir Book"/>
                <w:sz w:val="20"/>
                <w:szCs w:val="20"/>
              </w:rPr>
              <w:t xml:space="preserve"> into </w:t>
            </w:r>
            <w:r w:rsidRPr="00725849">
              <w:rPr>
                <w:rFonts w:ascii="Avenir Book" w:eastAsiaTheme="minorEastAsia" w:hAnsi="Avenir Book"/>
                <w:sz w:val="20"/>
                <w:szCs w:val="20"/>
              </w:rPr>
              <w:br/>
            </w: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5-4x</m:t>
                </m:r>
              </m:oMath>
            </m:oMathPara>
          </w:p>
        </w:tc>
      </w:tr>
      <w:tr w:rsidR="00E20822" w:rsidRPr="00C240D5" w14:paraId="26B30F6A" w14:textId="77777777" w:rsidTr="007E2C1A">
        <w:trPr>
          <w:trHeight w:val="1398"/>
        </w:trPr>
        <w:tc>
          <w:tcPr>
            <w:tcW w:w="421" w:type="dxa"/>
            <w:tcBorders>
              <w:right w:val="nil"/>
            </w:tcBorders>
          </w:tcPr>
          <w:p w14:paraId="5A23D8F1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4D62148E" w14:textId="77892C42" w:rsidR="00E55FEE" w:rsidRDefault="008C32FB" w:rsidP="007E2C1A">
            <w:pPr>
              <w:spacing w:before="120" w:after="0"/>
              <w:rPr>
                <w:rFonts w:ascii="Avenir Book" w:hAnsi="Avenir Book"/>
                <w:sz w:val="20"/>
                <w:szCs w:val="20"/>
              </w:rPr>
            </w:pPr>
            <w:r>
              <w:rPr>
                <w:rFonts w:ascii="Avenir Book" w:hAnsi="Avenir Book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A649093" wp14:editId="6C29BF7B">
                      <wp:simplePos x="0" y="0"/>
                      <wp:positionH relativeFrom="column">
                        <wp:posOffset>2404110</wp:posOffset>
                      </wp:positionH>
                      <wp:positionV relativeFrom="paragraph">
                        <wp:posOffset>233582</wp:posOffset>
                      </wp:positionV>
                      <wp:extent cx="12732" cy="376945"/>
                      <wp:effectExtent l="76200" t="25400" r="38100" b="29845"/>
                      <wp:wrapNone/>
                      <wp:docPr id="31" name="Straight Arrow Connector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732" cy="376945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4BBB10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31" o:spid="_x0000_s1026" type="#_x0000_t32" style="position:absolute;margin-left:189.3pt;margin-top:18.4pt;width:1pt;height:29.7pt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" strokecolor="#4f81bd [3204]" strokeweight="2pt">
                      <v:stroke startarrow="open" endarrow="open"/>
                    </v:shape>
                  </w:pict>
                </mc:Fallback>
              </mc:AlternateContent>
            </w:r>
            <w:r w:rsidR="00E55FEE">
              <w:rPr>
                <w:rFonts w:ascii="Avenir Book" w:hAnsi="Avenir Book"/>
                <w:noProof/>
                <w:sz w:val="20"/>
                <w:szCs w:val="20"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70528" behindDoc="0" locked="0" layoutInCell="1" allowOverlap="1" wp14:anchorId="32386579" wp14:editId="59A130AC">
                      <wp:simplePos x="0" y="0"/>
                      <wp:positionH relativeFrom="column">
                        <wp:posOffset>1681236</wp:posOffset>
                      </wp:positionH>
                      <wp:positionV relativeFrom="paragraph">
                        <wp:posOffset>265776</wp:posOffset>
                      </wp:positionV>
                      <wp:extent cx="1283970" cy="530860"/>
                      <wp:effectExtent l="0" t="0" r="0" b="2540"/>
                      <wp:wrapThrough wrapText="bothSides">
                        <wp:wrapPolygon edited="0">
                          <wp:start x="4807" y="0"/>
                          <wp:lineTo x="0" y="11627"/>
                          <wp:lineTo x="0" y="13177"/>
                          <wp:lineTo x="3205" y="13177"/>
                          <wp:lineTo x="3205" y="20928"/>
                          <wp:lineTo x="11217" y="20928"/>
                          <wp:lineTo x="11217" y="13177"/>
                          <wp:lineTo x="20510" y="12402"/>
                          <wp:lineTo x="20190" y="775"/>
                          <wp:lineTo x="6409" y="0"/>
                          <wp:lineTo x="4807" y="0"/>
                        </wp:wrapPolygon>
                      </wp:wrapThrough>
                      <wp:docPr id="27" name="Group 2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83970" cy="530860"/>
                                <a:chOff x="0" y="0"/>
                                <a:chExt cx="1284599" cy="531494"/>
                              </a:xfrm>
                            </wpg:grpSpPr>
                            <wps:wsp>
                              <wps:cNvPr id="28" name="Text Box 28"/>
                              <wps:cNvSpPr txBox="1"/>
                              <wps:spPr>
                                <a:xfrm>
                                  <a:off x="149860" y="241299"/>
                                  <a:ext cx="584200" cy="2901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C572A759-6A51-4108-AA02-DFA0A04FC94B}">
  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C406E84" w14:textId="77777777" w:rsidR="00E55FEE" w:rsidRDefault="00E55FEE" w:rsidP="00E55FEE">
                                    <w:r>
                                      <w:t>7cm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" name="Text Box 29"/>
                              <wps:cNvSpPr txBox="1"/>
                              <wps:spPr>
                                <a:xfrm>
                                  <a:off x="700399" y="0"/>
                                  <a:ext cx="584200" cy="3409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C572A759-6A51-4108-AA02-DFA0A04FC94B}">
  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CA47BDB" w14:textId="77777777" w:rsidR="00E55FEE" w:rsidRDefault="00E55FEE" w:rsidP="00E55FEE">
                                    <w:r>
                                      <w:t>3cm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" name="Isosceles Triangle 30"/>
                              <wps:cNvSpPr/>
                              <wps:spPr>
                                <a:xfrm>
                                  <a:off x="0" y="24765"/>
                                  <a:ext cx="665480" cy="281940"/>
                                </a:xfrm>
                                <a:prstGeom prst="triangle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2386579" id="Group 27" o:spid="_x0000_s1026" style="position:absolute;margin-left:132.4pt;margin-top:20.95pt;width:101.1pt;height:41.8pt;z-index:251670528;mso-width-relative:margin;mso-height-relative:margin" coordsize="12845,531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&#13;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28" o:spid="_x0000_s1027" type="#_x0000_t202" style="position:absolute;left:1498;top:2412;width:5842;height:290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" filled="f" stroked="f">
                        <v:textbox>
                          <w:txbxContent>
                            <w:p w14:paraId="1C406E84" w14:textId="77777777" w:rsidR="00E55FEE" w:rsidRDefault="00E55FEE" w:rsidP="00E55FEE">
                              <w:r>
                                <w:t>7cm</w:t>
                              </w:r>
                            </w:p>
                          </w:txbxContent>
                        </v:textbox>
                      </v:shape>
                      <v:shape id="Text Box 29" o:spid="_x0000_s1028" type="#_x0000_t202" style="position:absolute;left:7003;width:5842;height:340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" filled="f" stroked="f">
                        <v:textbox>
                          <w:txbxContent>
                            <w:p w14:paraId="1CA47BDB" w14:textId="77777777" w:rsidR="00E55FEE" w:rsidRDefault="00E55FEE" w:rsidP="00E55FEE">
                              <w:r>
                                <w:t>3cm</w:t>
                              </w:r>
                            </w:p>
                          </w:txbxContent>
                        </v:textbox>
                      </v:shape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Isosceles Triangle 30" o:spid="_x0000_s1029" type="#_x0000_t5" style="position:absolute;top:247;width:6654;height:282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" filled="f" strokecolor="black [3213]"/>
                      <w10:wrap type="through"/>
                    </v:group>
                  </w:pict>
                </mc:Fallback>
              </mc:AlternateContent>
            </w:r>
            <w:r w:rsidR="00A63A13" w:rsidRPr="00725849">
              <w:rPr>
                <w:rFonts w:ascii="Avenir Book" w:hAnsi="Avenir Book"/>
                <w:sz w:val="20"/>
                <w:szCs w:val="20"/>
              </w:rPr>
              <w:t xml:space="preserve">What is the area? </w:t>
            </w:r>
          </w:p>
          <w:p w14:paraId="2C467995" w14:textId="2260D2F1" w:rsidR="007E2C1A" w:rsidRPr="00C240D5" w:rsidRDefault="007E2C1A" w:rsidP="007E2C1A">
            <w:pPr>
              <w:spacing w:before="120" w:after="0"/>
              <w:rPr>
                <w:rFonts w:ascii="Avenir Book" w:hAnsi="Avenir Book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8480" behindDoc="0" locked="0" layoutInCell="1" allowOverlap="1" wp14:anchorId="7EBD9705" wp14:editId="4A579087">
                  <wp:simplePos x="0" y="0"/>
                  <wp:positionH relativeFrom="column">
                    <wp:posOffset>5715586</wp:posOffset>
                  </wp:positionH>
                  <wp:positionV relativeFrom="paragraph">
                    <wp:posOffset>542095</wp:posOffset>
                  </wp:positionV>
                  <wp:extent cx="572188" cy="401760"/>
                  <wp:effectExtent l="0" t="0" r="0" b="5080"/>
                  <wp:wrapNone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88" cy="401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3E631785" w14:textId="76A75728" w:rsidR="000A63AF" w:rsidRDefault="000A63AF" w:rsidP="00525119">
      <w:pPr>
        <w:spacing w:after="0"/>
        <w:rPr>
          <w:rFonts w:ascii="Avenir Book" w:hAnsi="Avenir Book"/>
          <w:sz w:val="24"/>
          <w:szCs w:val="24"/>
        </w:rPr>
      </w:pPr>
    </w:p>
    <w:p w14:paraId="0CC79744" w14:textId="77777777" w:rsidR="00DB1BA9" w:rsidRDefault="00DB1BA9" w:rsidP="00525119">
      <w:pPr>
        <w:spacing w:after="0"/>
        <w:rPr>
          <w:rFonts w:ascii="Avenir Book" w:hAnsi="Avenir Book"/>
          <w:sz w:val="24"/>
          <w:szCs w:val="24"/>
        </w:rPr>
      </w:pPr>
      <w:bookmarkStart w:id="0" w:name="_GoBack"/>
      <w:bookmarkEnd w:id="0"/>
    </w:p>
    <w:p w14:paraId="2C769AEA" w14:textId="77777777" w:rsidR="00DB1BA9" w:rsidRDefault="00DB1BA9" w:rsidP="00DB1BA9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75648" behindDoc="0" locked="0" layoutInCell="1" allowOverlap="1" wp14:anchorId="31846B76" wp14:editId="401B5EB7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5" name="Picture 15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74624" behindDoc="0" locked="0" layoutInCell="1" allowOverlap="1" wp14:anchorId="750D6BF1" wp14:editId="1EF2F81C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6" name="Picture 16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1</w:t>
      </w:r>
      <w:r w:rsidRPr="0090117B">
        <w:rPr>
          <w:rFonts w:ascii="Segoe Print" w:hAnsi="Segoe Print"/>
          <w:b/>
          <w:sz w:val="24"/>
        </w:rPr>
        <w:t>.</w:t>
      </w:r>
      <w:r>
        <w:rPr>
          <w:rFonts w:ascii="Segoe Print" w:hAnsi="Segoe Print"/>
          <w:b/>
          <w:sz w:val="24"/>
        </w:rPr>
        <w:t>2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</w:p>
    <w:p w14:paraId="5D21C8FD" w14:textId="77777777" w:rsidR="00DB1BA9" w:rsidRDefault="00DB1BA9" w:rsidP="00DB1BA9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252"/>
        <w:gridCol w:w="425"/>
        <w:gridCol w:w="5103"/>
      </w:tblGrid>
      <w:tr w:rsidR="00DB1BA9" w:rsidRPr="000A63AF" w14:paraId="07D40082" w14:textId="77777777" w:rsidTr="00E01254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742884C6" w14:textId="77777777" w:rsidR="00DB1BA9" w:rsidRPr="00C240D5" w:rsidRDefault="00DB1BA9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4252" w:type="dxa"/>
            <w:tcBorders>
              <w:left w:val="nil"/>
            </w:tcBorders>
          </w:tcPr>
          <w:p w14:paraId="517A8B3A" w14:textId="77777777" w:rsidR="00DB1BA9" w:rsidRDefault="00DB1BA9" w:rsidP="00E01254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  <w:sz w:val="20"/>
                <w:szCs w:val="20"/>
              </w:rPr>
            </w:pPr>
            <w:r w:rsidRPr="00725849">
              <w:rPr>
                <w:rFonts w:ascii="Avenir Book" w:hAnsi="Avenir Book"/>
                <w:sz w:val="20"/>
                <w:szCs w:val="20"/>
              </w:rPr>
              <w:t xml:space="preserve">Expand </w:t>
            </w:r>
          </w:p>
          <w:p w14:paraId="653C0E1A" w14:textId="77777777" w:rsidR="00DB1BA9" w:rsidRPr="00FB0E81" w:rsidRDefault="00DB1BA9" w:rsidP="00E01254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5x(3x-y)</m:t>
                </m:r>
              </m:oMath>
            </m:oMathPara>
          </w:p>
        </w:tc>
        <w:tc>
          <w:tcPr>
            <w:tcW w:w="425" w:type="dxa"/>
            <w:tcBorders>
              <w:right w:val="nil"/>
            </w:tcBorders>
          </w:tcPr>
          <w:p w14:paraId="4BF5FA13" w14:textId="77777777" w:rsidR="00DB1BA9" w:rsidRPr="00C240D5" w:rsidRDefault="00DB1BA9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2)</w:t>
            </w:r>
          </w:p>
        </w:tc>
        <w:tc>
          <w:tcPr>
            <w:tcW w:w="5103" w:type="dxa"/>
            <w:tcBorders>
              <w:left w:val="nil"/>
            </w:tcBorders>
          </w:tcPr>
          <w:p w14:paraId="368783B1" w14:textId="77777777" w:rsidR="00DB1BA9" w:rsidRPr="000A63AF" w:rsidRDefault="00DB1BA9" w:rsidP="00E01254">
            <w:pPr>
              <w:spacing w:before="120" w:after="0"/>
              <w:rPr>
                <w:rFonts w:ascii="Avenir Book" w:eastAsiaTheme="minorEastAsia" w:hAnsi="Avenir Book"/>
              </w:rPr>
            </w:pPr>
            <w:r>
              <w:rPr>
                <w:rFonts w:ascii="Avenir Book" w:hAnsi="Avenir Book"/>
                <w:sz w:val="20"/>
                <w:szCs w:val="20"/>
              </w:rPr>
              <w:t>Highest common factor of 30 and 48</w:t>
            </w:r>
          </w:p>
        </w:tc>
      </w:tr>
      <w:tr w:rsidR="00DB1BA9" w:rsidRPr="00C240D5" w14:paraId="5DC1DE79" w14:textId="77777777" w:rsidTr="00E01254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6B244195" w14:textId="77777777" w:rsidR="00DB1BA9" w:rsidRPr="00C240D5" w:rsidRDefault="00DB1BA9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252" w:type="dxa"/>
            <w:tcBorders>
              <w:left w:val="nil"/>
              <w:bottom w:val="single" w:sz="4" w:space="0" w:color="auto"/>
            </w:tcBorders>
          </w:tcPr>
          <w:p w14:paraId="68F4E078" w14:textId="77777777" w:rsidR="00DB1BA9" w:rsidRDefault="00DB1BA9" w:rsidP="00E01254">
            <w:pPr>
              <w:spacing w:before="120"/>
              <w:rPr>
                <w:rFonts w:ascii="Avenir Book" w:hAnsi="Avenir Book"/>
                <w:sz w:val="20"/>
                <w:szCs w:val="20"/>
              </w:rPr>
            </w:pPr>
            <w:r>
              <w:rPr>
                <w:rFonts w:ascii="Avenir Book" w:hAnsi="Avenir Book"/>
                <w:sz w:val="20"/>
                <w:szCs w:val="20"/>
              </w:rPr>
              <w:t>Circle the prime numbers</w:t>
            </w:r>
          </w:p>
          <w:p w14:paraId="155458CD" w14:textId="77777777" w:rsidR="00DB1BA9" w:rsidRPr="00C240D5" w:rsidRDefault="00DB1BA9" w:rsidP="00E01254">
            <w:pPr>
              <w:spacing w:before="120" w:after="0"/>
              <w:rPr>
                <w:rFonts w:ascii="Avenir Book" w:hAnsi="Avenir Book"/>
              </w:rPr>
            </w:pPr>
            <w:r>
              <w:rPr>
                <w:rFonts w:ascii="Avenir Book" w:hAnsi="Avenir Book"/>
                <w:sz w:val="20"/>
                <w:szCs w:val="20"/>
              </w:rPr>
              <w:t xml:space="preserve">1   3    5   7   9  </w:t>
            </w: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5FDF77F4" w14:textId="77777777" w:rsidR="00DB1BA9" w:rsidRPr="00C240D5" w:rsidRDefault="00DB1BA9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4)</w:t>
            </w:r>
          </w:p>
        </w:tc>
        <w:tc>
          <w:tcPr>
            <w:tcW w:w="5103" w:type="dxa"/>
            <w:tcBorders>
              <w:left w:val="nil"/>
              <w:bottom w:val="single" w:sz="4" w:space="0" w:color="auto"/>
            </w:tcBorders>
          </w:tcPr>
          <w:p w14:paraId="1B09B06C" w14:textId="77777777" w:rsidR="00DB1BA9" w:rsidRPr="00C240D5" w:rsidRDefault="00DB1BA9" w:rsidP="00E01254">
            <w:pPr>
              <w:spacing w:before="120" w:after="0"/>
              <w:rPr>
                <w:rFonts w:ascii="Avenir Book" w:hAnsi="Avenir Book"/>
              </w:rPr>
            </w:pPr>
            <w:r w:rsidRPr="00725849">
              <w:rPr>
                <w:rFonts w:ascii="Avenir Book" w:hAnsi="Avenir Book"/>
                <w:sz w:val="20"/>
                <w:szCs w:val="20"/>
              </w:rPr>
              <w:t xml:space="preserve">Substitute </w:t>
            </w:r>
            <m:oMath>
              <m:r>
                <w:rPr>
                  <w:rFonts w:ascii="Cambria Math" w:hAnsi="Cambria Math"/>
                  <w:sz w:val="20"/>
                  <w:szCs w:val="20"/>
                </w:rPr>
                <m:t>x=6</m:t>
              </m:r>
            </m:oMath>
            <w:r w:rsidRPr="00725849">
              <w:rPr>
                <w:rFonts w:ascii="Avenir Book" w:eastAsiaTheme="minorEastAsia" w:hAnsi="Avenir Book"/>
                <w:sz w:val="20"/>
                <w:szCs w:val="20"/>
              </w:rPr>
              <w:t xml:space="preserve"> into </w:t>
            </w:r>
            <w:r w:rsidRPr="00725849">
              <w:rPr>
                <w:rFonts w:ascii="Avenir Book" w:eastAsiaTheme="minorEastAsia" w:hAnsi="Avenir Book"/>
                <w:sz w:val="20"/>
                <w:szCs w:val="20"/>
              </w:rPr>
              <w:br/>
            </w: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5-4x</m:t>
                </m:r>
              </m:oMath>
            </m:oMathPara>
          </w:p>
        </w:tc>
      </w:tr>
      <w:tr w:rsidR="00DB1BA9" w:rsidRPr="00C240D5" w14:paraId="79C26407" w14:textId="77777777" w:rsidTr="00E01254">
        <w:trPr>
          <w:trHeight w:val="1398"/>
        </w:trPr>
        <w:tc>
          <w:tcPr>
            <w:tcW w:w="421" w:type="dxa"/>
            <w:tcBorders>
              <w:right w:val="nil"/>
            </w:tcBorders>
          </w:tcPr>
          <w:p w14:paraId="7180AD7B" w14:textId="77777777" w:rsidR="00DB1BA9" w:rsidRPr="00C240D5" w:rsidRDefault="00DB1BA9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708C4C9B" w14:textId="77777777" w:rsidR="00DB1BA9" w:rsidRDefault="00DB1BA9" w:rsidP="00E01254">
            <w:pPr>
              <w:spacing w:before="120" w:after="0"/>
              <w:rPr>
                <w:rFonts w:ascii="Avenir Book" w:hAnsi="Avenir Book"/>
                <w:sz w:val="20"/>
                <w:szCs w:val="20"/>
              </w:rPr>
            </w:pPr>
            <w:r>
              <w:rPr>
                <w:rFonts w:ascii="Avenir Book" w:hAnsi="Avenir Book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6A2511E0" wp14:editId="2B2BB80F">
                      <wp:simplePos x="0" y="0"/>
                      <wp:positionH relativeFrom="column">
                        <wp:posOffset>2404110</wp:posOffset>
                      </wp:positionH>
                      <wp:positionV relativeFrom="paragraph">
                        <wp:posOffset>233582</wp:posOffset>
                      </wp:positionV>
                      <wp:extent cx="12732" cy="376945"/>
                      <wp:effectExtent l="76200" t="25400" r="38100" b="29845"/>
                      <wp:wrapNone/>
                      <wp:docPr id="10" name="Straight Arrow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732" cy="376945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88BA8E" id="Straight Arrow Connector 10" o:spid="_x0000_s1026" type="#_x0000_t32" style="position:absolute;margin-left:189.3pt;margin-top:18.4pt;width:1pt;height:29.7pt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" strokecolor="#4f81bd [3204]" strokeweight="2pt">
                      <v:stroke startarrow="open" endarrow="open"/>
                    </v:shape>
                  </w:pict>
                </mc:Fallback>
              </mc:AlternateContent>
            </w:r>
            <w:r>
              <w:rPr>
                <w:rFonts w:ascii="Avenir Book" w:hAnsi="Avenir Book"/>
                <w:noProof/>
                <w:sz w:val="20"/>
                <w:szCs w:val="20"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77696" behindDoc="0" locked="0" layoutInCell="1" allowOverlap="1" wp14:anchorId="4740F0B0" wp14:editId="215E7697">
                      <wp:simplePos x="0" y="0"/>
                      <wp:positionH relativeFrom="column">
                        <wp:posOffset>1681236</wp:posOffset>
                      </wp:positionH>
                      <wp:positionV relativeFrom="paragraph">
                        <wp:posOffset>265776</wp:posOffset>
                      </wp:positionV>
                      <wp:extent cx="1283970" cy="530860"/>
                      <wp:effectExtent l="0" t="0" r="0" b="2540"/>
                      <wp:wrapThrough wrapText="bothSides">
                        <wp:wrapPolygon edited="0">
                          <wp:start x="4807" y="0"/>
                          <wp:lineTo x="0" y="11627"/>
                          <wp:lineTo x="0" y="13177"/>
                          <wp:lineTo x="3205" y="13177"/>
                          <wp:lineTo x="3205" y="20928"/>
                          <wp:lineTo x="11217" y="20928"/>
                          <wp:lineTo x="11217" y="13177"/>
                          <wp:lineTo x="20510" y="12402"/>
                          <wp:lineTo x="20190" y="775"/>
                          <wp:lineTo x="6409" y="0"/>
                          <wp:lineTo x="4807" y="0"/>
                        </wp:wrapPolygon>
                      </wp:wrapThrough>
                      <wp:docPr id="11" name="Group 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83970" cy="530860"/>
                                <a:chOff x="0" y="0"/>
                                <a:chExt cx="1284599" cy="531494"/>
                              </a:xfrm>
                            </wpg:grpSpPr>
                            <wps:wsp>
                              <wps:cNvPr id="12" name="Text Box 12"/>
                              <wps:cNvSpPr txBox="1"/>
                              <wps:spPr>
                                <a:xfrm>
                                  <a:off x="149860" y="241299"/>
                                  <a:ext cx="584200" cy="2901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C572A759-6A51-4108-AA02-DFA0A04FC94B}">
  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FC711ED" w14:textId="77777777" w:rsidR="00DB1BA9" w:rsidRDefault="00DB1BA9" w:rsidP="00DB1BA9">
                                    <w:r>
                                      <w:t>7cm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" name="Text Box 13"/>
                              <wps:cNvSpPr txBox="1"/>
                              <wps:spPr>
                                <a:xfrm>
                                  <a:off x="700399" y="0"/>
                                  <a:ext cx="584200" cy="3409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C572A759-6A51-4108-AA02-DFA0A04FC94B}">
  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3075C8E" w14:textId="77777777" w:rsidR="00DB1BA9" w:rsidRDefault="00DB1BA9" w:rsidP="00DB1BA9">
                                    <w:r>
                                      <w:t>3cm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" name="Isosceles Triangle 30"/>
                              <wps:cNvSpPr/>
                              <wps:spPr>
                                <a:xfrm>
                                  <a:off x="0" y="24765"/>
                                  <a:ext cx="665480" cy="281940"/>
                                </a:xfrm>
                                <a:prstGeom prst="triangle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740F0B0" id="Group 11" o:spid="_x0000_s1030" style="position:absolute;margin-left:132.4pt;margin-top:20.95pt;width:101.1pt;height:41.8pt;z-index:251677696;mso-width-relative:margin;mso-height-relative:margin" coordsize="12845,531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">
                      <v:shape id="Text Box 12" o:spid="_x0000_s1031" type="#_x0000_t202" style="position:absolute;left:1498;top:2412;width:5842;height:290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" filled="f" stroked="f">
                        <v:textbox>
                          <w:txbxContent>
                            <w:p w14:paraId="0FC711ED" w14:textId="77777777" w:rsidR="00DB1BA9" w:rsidRDefault="00DB1BA9" w:rsidP="00DB1BA9">
                              <w:r>
                                <w:t>7cm</w:t>
                              </w:r>
                            </w:p>
                          </w:txbxContent>
                        </v:textbox>
                      </v:shape>
                      <v:shape id="Text Box 13" o:spid="_x0000_s1032" type="#_x0000_t202" style="position:absolute;left:7003;width:5842;height:340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" filled="f" stroked="f">
                        <v:textbox>
                          <w:txbxContent>
                            <w:p w14:paraId="63075C8E" w14:textId="77777777" w:rsidR="00DB1BA9" w:rsidRDefault="00DB1BA9" w:rsidP="00DB1BA9">
                              <w:r>
                                <w:t>3cm</w:t>
                              </w:r>
                            </w:p>
                          </w:txbxContent>
                        </v:textbox>
                      </v:shape>
                      <v:shape id="Isosceles Triangle 30" o:spid="_x0000_s1033" type="#_x0000_t5" style="position:absolute;top:247;width:6654;height:282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" filled="f" strokecolor="black [3213]"/>
                      <w10:wrap type="through"/>
                    </v:group>
                  </w:pict>
                </mc:Fallback>
              </mc:AlternateContent>
            </w:r>
            <w:r w:rsidRPr="00725849">
              <w:rPr>
                <w:rFonts w:ascii="Avenir Book" w:hAnsi="Avenir Book"/>
                <w:sz w:val="20"/>
                <w:szCs w:val="20"/>
              </w:rPr>
              <w:t xml:space="preserve">What is the area? </w:t>
            </w:r>
          </w:p>
          <w:p w14:paraId="5163B923" w14:textId="77777777" w:rsidR="00DB1BA9" w:rsidRPr="00C240D5" w:rsidRDefault="00DB1BA9" w:rsidP="00E01254">
            <w:pPr>
              <w:spacing w:before="120" w:after="0"/>
              <w:rPr>
                <w:rFonts w:ascii="Avenir Book" w:hAnsi="Avenir Book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76672" behindDoc="0" locked="0" layoutInCell="1" allowOverlap="1" wp14:anchorId="3FF852DA" wp14:editId="348F406D">
                  <wp:simplePos x="0" y="0"/>
                  <wp:positionH relativeFrom="column">
                    <wp:posOffset>5715586</wp:posOffset>
                  </wp:positionH>
                  <wp:positionV relativeFrom="paragraph">
                    <wp:posOffset>542095</wp:posOffset>
                  </wp:positionV>
                  <wp:extent cx="572188" cy="401760"/>
                  <wp:effectExtent l="0" t="0" r="0" b="5080"/>
                  <wp:wrapNone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88" cy="401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1A956471" w14:textId="77777777" w:rsidR="00DB1BA9" w:rsidRDefault="00DB1BA9" w:rsidP="00525119">
      <w:pPr>
        <w:spacing w:after="0"/>
        <w:rPr>
          <w:rFonts w:ascii="Avenir Book" w:hAnsi="Avenir Book"/>
          <w:sz w:val="24"/>
          <w:szCs w:val="24"/>
        </w:rPr>
      </w:pPr>
    </w:p>
    <w:p w14:paraId="7A8A2420" w14:textId="77777777" w:rsidR="007E2C1A" w:rsidRDefault="007E2C1A" w:rsidP="00525119">
      <w:pPr>
        <w:spacing w:after="0"/>
        <w:rPr>
          <w:rFonts w:ascii="Avenir Book" w:hAnsi="Avenir Book"/>
          <w:sz w:val="24"/>
          <w:szCs w:val="24"/>
        </w:rPr>
      </w:pPr>
    </w:p>
    <w:sectPr w:rsidR="007E2C1A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isten ITC">
    <w:altName w:val="Calibri"/>
    <w:panose1 w:val="020B0604020202020204"/>
    <w:charset w:val="00"/>
    <w:family w:val="script"/>
    <w:pitch w:val="variable"/>
    <w:sig w:usb0="00000003" w:usb1="00000000" w:usb2="00000000" w:usb3="00000000" w:csb0="00000001" w:csb1="00000000"/>
  </w:font>
  <w:font w:name="Avenir Book">
    <w:panose1 w:val="02000503020000020003"/>
    <w:charset w:val="00"/>
    <w:family w:val="auto"/>
    <w:pitch w:val="variable"/>
    <w:sig w:usb0="00000001" w:usb1="5000204A" w:usb2="00000000" w:usb3="00000000" w:csb0="0000009B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proofState w:spelling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6AA"/>
    <w:rsid w:val="000A43CA"/>
    <w:rsid w:val="000A63AF"/>
    <w:rsid w:val="001826A9"/>
    <w:rsid w:val="00213C21"/>
    <w:rsid w:val="002D5D86"/>
    <w:rsid w:val="00333535"/>
    <w:rsid w:val="003F51D8"/>
    <w:rsid w:val="00505FC9"/>
    <w:rsid w:val="00525119"/>
    <w:rsid w:val="005D2806"/>
    <w:rsid w:val="0064471D"/>
    <w:rsid w:val="006A06AA"/>
    <w:rsid w:val="00705472"/>
    <w:rsid w:val="007B4226"/>
    <w:rsid w:val="007C1409"/>
    <w:rsid w:val="007E2C1A"/>
    <w:rsid w:val="008C32FB"/>
    <w:rsid w:val="008E2737"/>
    <w:rsid w:val="0090117B"/>
    <w:rsid w:val="0099142F"/>
    <w:rsid w:val="00A63A13"/>
    <w:rsid w:val="00AD3C1A"/>
    <w:rsid w:val="00BE7AC9"/>
    <w:rsid w:val="00C240D5"/>
    <w:rsid w:val="00C41860"/>
    <w:rsid w:val="00C63217"/>
    <w:rsid w:val="00D51195"/>
    <w:rsid w:val="00DB1BA9"/>
    <w:rsid w:val="00DB511B"/>
    <w:rsid w:val="00E20822"/>
    <w:rsid w:val="00E55FEE"/>
    <w:rsid w:val="00E7749A"/>
    <w:rsid w:val="00EC4CCA"/>
    <w:rsid w:val="00F811EE"/>
    <w:rsid w:val="00F87CF9"/>
    <w:rsid w:val="00FB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4BEBFA"/>
  <w15:docId w15:val="{29A70EBD-7FDF-AB4F-8F7D-42129116E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2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11</cp:revision>
  <dcterms:created xsi:type="dcterms:W3CDTF">2019-02-22T14:53:00Z</dcterms:created>
  <dcterms:modified xsi:type="dcterms:W3CDTF">2019-02-22T14:56:00Z</dcterms:modified>
</cp:coreProperties>
</file>